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70B" w:rsidRDefault="00FD63B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570B" w:rsidRDefault="004F570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</w:p>
    <w:p w:rsidR="006B6B2C" w:rsidRPr="00E615D2" w:rsidRDefault="00FD63BB" w:rsidP="004F570B">
      <w:pPr>
        <w:tabs>
          <w:tab w:val="left" w:pos="12407"/>
        </w:tabs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ANEXA 1</w:t>
      </w:r>
      <w:r w:rsidR="004F570B">
        <w:rPr>
          <w:rFonts w:ascii="Calibri" w:hAnsi="Calibri" w:cs="Calibri"/>
          <w:b/>
          <w:sz w:val="22"/>
          <w:szCs w:val="22"/>
        </w:rPr>
        <w:t>3</w:t>
      </w:r>
    </w:p>
    <w:p w:rsidR="006B6B2C" w:rsidRPr="00E615D2" w:rsidRDefault="006B6B2C" w:rsidP="006B6B2C">
      <w:pPr>
        <w:rPr>
          <w:rFonts w:ascii="Calibri" w:hAnsi="Calibri" w:cs="Calibri"/>
          <w:b/>
          <w:sz w:val="22"/>
          <w:szCs w:val="22"/>
        </w:rPr>
      </w:pPr>
    </w:p>
    <w:p w:rsidR="006B6B2C" w:rsidRPr="00E615D2" w:rsidRDefault="006B6B2C" w:rsidP="006B6B2C">
      <w:pPr>
        <w:rPr>
          <w:rFonts w:ascii="Calibri" w:hAnsi="Calibri" w:cs="Calibri"/>
          <w:sz w:val="22"/>
          <w:szCs w:val="22"/>
        </w:rPr>
      </w:pPr>
    </w:p>
    <w:p w:rsidR="001726E9" w:rsidRDefault="001726E9" w:rsidP="00695B5E">
      <w:pPr>
        <w:rPr>
          <w:rFonts w:ascii="Calibri" w:hAnsi="Calibri" w:cs="Calibri"/>
          <w:sz w:val="22"/>
          <w:szCs w:val="22"/>
        </w:rPr>
      </w:pPr>
    </w:p>
    <w:p w:rsidR="00454743" w:rsidRDefault="00454743" w:rsidP="00454743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:rsidR="001726E9" w:rsidRDefault="001726E9" w:rsidP="001726E9">
      <w:pPr>
        <w:jc w:val="right"/>
        <w:rPr>
          <w:rFonts w:ascii="Calibri" w:hAnsi="Calibri" w:cs="Calibri"/>
          <w:sz w:val="22"/>
          <w:szCs w:val="22"/>
        </w:rPr>
      </w:pPr>
    </w:p>
    <w:p w:rsidR="001726E9" w:rsidRDefault="001726E9" w:rsidP="001726E9">
      <w:pPr>
        <w:rPr>
          <w:rFonts w:ascii="Calibri" w:hAnsi="Calibri" w:cs="Calibri"/>
          <w:sz w:val="22"/>
          <w:szCs w:val="22"/>
        </w:rPr>
      </w:pPr>
    </w:p>
    <w:p w:rsidR="00D77FEF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:rsidR="0009018B" w:rsidRPr="00454743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:rsidR="00DD7B14" w:rsidRPr="00DD7B14" w:rsidRDefault="00DD7B14" w:rsidP="00DD7B14">
      <w:pPr>
        <w:jc w:val="center"/>
        <w:rPr>
          <w:rFonts w:ascii="Calibri" w:hAnsi="Calibri" w:cs="Calibri"/>
          <w:b/>
          <w:sz w:val="44"/>
          <w:szCs w:val="44"/>
        </w:rPr>
      </w:pPr>
    </w:p>
    <w:p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:rsidR="00DD7B14" w:rsidRDefault="00DD7B14" w:rsidP="009A760C">
      <w:pPr>
        <w:jc w:val="both"/>
        <w:rPr>
          <w:rFonts w:ascii="Calibri" w:hAnsi="Calibri" w:cs="Calibri"/>
        </w:rPr>
      </w:pPr>
    </w:p>
    <w:p w:rsidR="009164A5" w:rsidRDefault="009164A5" w:rsidP="009A760C">
      <w:pPr>
        <w:jc w:val="both"/>
        <w:rPr>
          <w:rFonts w:ascii="Calibri" w:hAnsi="Calibri" w:cs="Calibri"/>
        </w:rPr>
      </w:pPr>
    </w:p>
    <w:p w:rsidR="009164A5" w:rsidRPr="009A760C" w:rsidRDefault="009164A5" w:rsidP="009A760C">
      <w:pPr>
        <w:jc w:val="both"/>
        <w:rPr>
          <w:rFonts w:ascii="Calibri" w:hAnsi="Calibri" w:cs="Calibri"/>
        </w:rPr>
      </w:pPr>
    </w:p>
    <w:p w:rsidR="009A760C" w:rsidRDefault="009A760C" w:rsidP="00390E47">
      <w:pPr>
        <w:rPr>
          <w:rFonts w:ascii="Calibri" w:hAnsi="Calibri" w:cs="Calibri"/>
          <w:b/>
        </w:rPr>
      </w:pPr>
    </w:p>
    <w:p w:rsidR="000E59DA" w:rsidRPr="00695B5E" w:rsidRDefault="000E59DA" w:rsidP="00390E47">
      <w:pPr>
        <w:rPr>
          <w:rFonts w:ascii="Calibri" w:hAnsi="Calibri" w:cs="Calibri"/>
          <w:b/>
        </w:rPr>
      </w:pPr>
    </w:p>
    <w:p w:rsidR="00695B5E" w:rsidRDefault="00695B5E" w:rsidP="00390E47">
      <w:pPr>
        <w:rPr>
          <w:rFonts w:ascii="Calibri" w:hAnsi="Calibri" w:cs="Calibri"/>
          <w:b/>
          <w:sz w:val="44"/>
          <w:szCs w:val="44"/>
        </w:rPr>
      </w:pPr>
    </w:p>
    <w:p w:rsidR="009A760C" w:rsidRPr="00695B5E" w:rsidRDefault="009A760C" w:rsidP="00695B5E">
      <w:pPr>
        <w:jc w:val="center"/>
        <w:rPr>
          <w:rFonts w:ascii="Calibri" w:hAnsi="Calibri" w:cs="Calibri"/>
          <w:b/>
        </w:rPr>
      </w:pPr>
    </w:p>
    <w:p w:rsidR="00E66501" w:rsidRDefault="00E66501" w:rsidP="00390E47">
      <w:pPr>
        <w:jc w:val="both"/>
        <w:rPr>
          <w:rFonts w:ascii="Calibri" w:hAnsi="Calibri" w:cs="Calibri"/>
        </w:rPr>
      </w:pPr>
    </w:p>
    <w:p w:rsidR="00B71552" w:rsidRDefault="00B71552" w:rsidP="00390E47">
      <w:pPr>
        <w:jc w:val="both"/>
        <w:rPr>
          <w:rFonts w:ascii="Calibri" w:hAnsi="Calibri" w:cs="Calibri"/>
        </w:rPr>
      </w:pPr>
    </w:p>
    <w:p w:rsidR="00E66501" w:rsidRDefault="00E66501" w:rsidP="00E66501">
      <w:pPr>
        <w:jc w:val="both"/>
        <w:rPr>
          <w:rFonts w:ascii="Calibri" w:hAnsi="Calibri" w:cs="Calibri"/>
          <w:lang w:val="en-US"/>
        </w:rPr>
      </w:pPr>
      <w:bookmarkStart w:id="0" w:name="_GoBack"/>
      <w:bookmarkEnd w:id="0"/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92458F" w:rsidRPr="00B7289C" w:rsidTr="00CE7A19">
        <w:trPr>
          <w:tblHeader/>
        </w:trPr>
        <w:tc>
          <w:tcPr>
            <w:tcW w:w="567" w:type="dxa"/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Ț</w:t>
            </w:r>
            <w:r w:rsidR="0092458F"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inta finala indicator de </w:t>
            </w:r>
            <w:r w:rsidR="0092458F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</w:t>
            </w:r>
            <w:r w:rsidR="00241876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/ rezultat</w:t>
            </w:r>
          </w:p>
        </w:tc>
      </w:tr>
      <w:tr w:rsidR="0092458F" w:rsidRPr="00B7289C" w:rsidTr="00CE7A19">
        <w:tc>
          <w:tcPr>
            <w:tcW w:w="567" w:type="dxa"/>
            <w:shd w:val="clear" w:color="auto" w:fill="auto"/>
          </w:tcPr>
          <w:p w:rsidR="0092458F" w:rsidRPr="00B05D01" w:rsidRDefault="008E06AE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Depunerea dosar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elor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de achiziție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pentru toate cheltuielile efectuate înainte de semnarea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contractului de finanțare</w:t>
            </w:r>
          </w:p>
        </w:tc>
        <w:tc>
          <w:tcPr>
            <w:tcW w:w="1162" w:type="dxa"/>
            <w:shd w:val="clear" w:color="auto" w:fill="auto"/>
          </w:tcPr>
          <w:p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:rsidR="0092458F" w:rsidRPr="00B05D01" w:rsidRDefault="005312B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</w:t>
            </w:r>
            <w:r w:rsidR="00715F3A" w:rsidRPr="00B05D01">
              <w:rPr>
                <w:rFonts w:ascii="Calibri" w:hAnsi="Calibri" w:cs="Calibri"/>
                <w:sz w:val="22"/>
                <w:szCs w:val="22"/>
              </w:rPr>
              <w:t>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:rsidR="00A40D00" w:rsidRPr="00B05D01" w:rsidRDefault="00A40D00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Verificarea</w:t>
            </w:r>
            <w:r w:rsidR="00A31BC8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05D01">
              <w:rPr>
                <w:rFonts w:ascii="Calibri" w:hAnsi="Calibri" w:cs="Calibri"/>
                <w:sz w:val="22"/>
                <w:szCs w:val="22"/>
              </w:rPr>
              <w:t>transmiterii</w:t>
            </w:r>
          </w:p>
          <w:p w:rsidR="0092458F" w:rsidRPr="00B05D01" w:rsidRDefault="00A31BC8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n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otificării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/comunicării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de depunere a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 xml:space="preserve">dosarului de </w:t>
            </w:r>
            <w:r w:rsidR="001F7F52" w:rsidRPr="00B05D01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:rsidR="0092458F" w:rsidRPr="00B05D01" w:rsidRDefault="009E4369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Maxim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1 lună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:rsidR="0092458F" w:rsidRPr="00B05D01" w:rsidRDefault="001D19C5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:rsidR="0092458F" w:rsidRPr="00B05D01" w:rsidRDefault="0092458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78B9" w:rsidRPr="00B7289C" w:rsidTr="003E516E">
        <w:tc>
          <w:tcPr>
            <w:tcW w:w="567" w:type="dxa"/>
            <w:shd w:val="clear" w:color="auto" w:fill="auto"/>
          </w:tcPr>
          <w:p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achiziției de </w:t>
            </w:r>
            <w:r w:rsidR="006C632E">
              <w:rPr>
                <w:rFonts w:ascii="Calibri" w:hAnsi="Calibri" w:cs="Calibri"/>
                <w:sz w:val="22"/>
                <w:szCs w:val="22"/>
              </w:rPr>
              <w:t xml:space="preserve">servicii și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 xml:space="preserve">echipamente (doar pentru proiectele care vizează activități de dotare) </w:t>
            </w:r>
          </w:p>
        </w:tc>
        <w:tc>
          <w:tcPr>
            <w:tcW w:w="1162" w:type="dxa"/>
            <w:shd w:val="clear" w:color="auto" w:fill="auto"/>
          </w:tcPr>
          <w:p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achiziție echipamente</w:t>
            </w:r>
          </w:p>
        </w:tc>
        <w:tc>
          <w:tcPr>
            <w:tcW w:w="2410" w:type="dxa"/>
            <w:shd w:val="clear" w:color="auto" w:fill="auto"/>
          </w:tcPr>
          <w:p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r w:rsidR="001F7F52" w:rsidRPr="00E9188B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E9188B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FFFFFF"/>
          </w:tcPr>
          <w:p w:rsidR="008B78B9" w:rsidRPr="00CB171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r w:rsidR="001F7F52" w:rsidRPr="00CB171B">
              <w:rPr>
                <w:rFonts w:ascii="Calibri" w:hAnsi="Calibri" w:cs="Calibri"/>
                <w:sz w:val="22"/>
                <w:szCs w:val="22"/>
              </w:rPr>
              <w:t>târziu</w:t>
            </w:r>
            <w:r w:rsidRPr="00CB171B">
              <w:rPr>
                <w:rFonts w:ascii="Calibri" w:hAnsi="Calibri" w:cs="Calibri"/>
                <w:sz w:val="22"/>
                <w:szCs w:val="22"/>
              </w:rPr>
              <w:t xml:space="preserve"> de 3 luni de la semnarea contractului de </w:t>
            </w:r>
          </w:p>
          <w:p w:rsidR="008B78B9" w:rsidRPr="00CB171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:rsidR="008B78B9" w:rsidRPr="00CB171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78B9" w:rsidRPr="00B7289C" w:rsidTr="00CE7A19">
        <w:tc>
          <w:tcPr>
            <w:tcW w:w="567" w:type="dxa"/>
            <w:shd w:val="clear" w:color="auto" w:fill="auto"/>
          </w:tcPr>
          <w:p w:rsidR="008B78B9" w:rsidRPr="00E9188B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9" w:rsidRPr="00B97179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:rsidR="008B78B9" w:rsidRPr="00B97179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:rsidR="008B78B9" w:rsidRPr="00B97179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:rsidR="008B78B9" w:rsidRPr="00B97179" w:rsidRDefault="008B78B9" w:rsidP="008B78B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 xml:space="preserve">activitatea de bază definită conform </w:t>
            </w:r>
            <w:r w:rsidRPr="00B97179">
              <w:rPr>
                <w:rFonts w:ascii="Calibri" w:hAnsi="Calibri" w:cs="Calibri"/>
                <w:sz w:val="22"/>
                <w:szCs w:val="22"/>
              </w:rPr>
              <w:lastRenderedPageBreak/>
              <w:t>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8B9" w:rsidRPr="00B97179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</w:t>
            </w:r>
            <w:r w:rsidRPr="00B10C21">
              <w:rPr>
                <w:rFonts w:ascii="Calibri" w:hAnsi="Calibri" w:cs="Calibri"/>
                <w:sz w:val="22"/>
                <w:szCs w:val="22"/>
              </w:rPr>
              <w:t xml:space="preserve">dar nu mai </w:t>
            </w:r>
            <w:r w:rsidR="001F7F52" w:rsidRPr="00B10C21">
              <w:rPr>
                <w:rFonts w:ascii="Calibri" w:hAnsi="Calibri" w:cs="Calibri"/>
                <w:sz w:val="22"/>
                <w:szCs w:val="22"/>
              </w:rPr>
              <w:t>târziu</w:t>
            </w:r>
            <w:r w:rsidRPr="00B10C21">
              <w:rPr>
                <w:rFonts w:ascii="Calibri" w:hAnsi="Calibri" w:cs="Calibri"/>
                <w:sz w:val="22"/>
                <w:szCs w:val="22"/>
              </w:rPr>
              <w:t xml:space="preserve"> de 1</w:t>
            </w:r>
            <w:r w:rsidR="00431E80" w:rsidRPr="00B10C21">
              <w:rPr>
                <w:rFonts w:ascii="Calibri" w:hAnsi="Calibri" w:cs="Calibri"/>
                <w:sz w:val="22"/>
                <w:szCs w:val="22"/>
              </w:rPr>
              <w:t>8</w:t>
            </w:r>
            <w:r w:rsidRPr="00B10C21">
              <w:rPr>
                <w:rFonts w:ascii="Calibri" w:hAnsi="Calibri" w:cs="Calibri"/>
                <w:sz w:val="22"/>
                <w:szCs w:val="22"/>
              </w:rPr>
              <w:t xml:space="preserve"> luni de la semnarea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</w:p>
        </w:tc>
        <w:tc>
          <w:tcPr>
            <w:tcW w:w="1985" w:type="dxa"/>
            <w:shd w:val="clear" w:color="auto" w:fill="auto"/>
          </w:tcPr>
          <w:p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:rsidR="008B78B9" w:rsidRPr="00CB085A" w:rsidRDefault="008B78B9" w:rsidP="008B78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632E" w:rsidRPr="00B7289C" w:rsidTr="00CE7A19">
        <w:tc>
          <w:tcPr>
            <w:tcW w:w="567" w:type="dxa"/>
            <w:shd w:val="clear" w:color="auto" w:fill="auto"/>
          </w:tcPr>
          <w:p w:rsidR="006C632E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32E" w:rsidRPr="00B97179" w:rsidRDefault="006C632E" w:rsidP="006C632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Operaționalizarea Platformei web de inovare deschisă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Fizic </w:t>
            </w:r>
          </w:p>
        </w:tc>
        <w:tc>
          <w:tcPr>
            <w:tcW w:w="2268" w:type="dxa"/>
            <w:shd w:val="clear" w:color="auto" w:fill="auto"/>
          </w:tcPr>
          <w:p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Finalizarea dezvoltării platformei web de inovare deschisă, cu toate funcționalitățile asumate prin Planul operațional; Platforma este publicată pe web și accesibilă pentru utilizatori</w:t>
            </w:r>
          </w:p>
        </w:tc>
        <w:tc>
          <w:tcPr>
            <w:tcW w:w="2410" w:type="dxa"/>
            <w:shd w:val="clear" w:color="auto" w:fill="auto"/>
          </w:tcPr>
          <w:p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Verificare conform Raportului de progres</w:t>
            </w:r>
          </w:p>
        </w:tc>
        <w:tc>
          <w:tcPr>
            <w:tcW w:w="2693" w:type="dxa"/>
            <w:shd w:val="clear" w:color="auto" w:fill="auto"/>
          </w:tcPr>
          <w:p w:rsidR="006C632E" w:rsidRPr="00B10C21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0C21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</w:t>
            </w:r>
            <w:r w:rsidR="001F7F52" w:rsidRPr="00B10C21">
              <w:rPr>
                <w:rFonts w:ascii="Calibri" w:hAnsi="Calibri" w:cs="Calibri"/>
                <w:sz w:val="22"/>
                <w:szCs w:val="22"/>
              </w:rPr>
              <w:t>târziu</w:t>
            </w:r>
            <w:r w:rsidRPr="00B10C21">
              <w:rPr>
                <w:rFonts w:ascii="Calibri" w:hAnsi="Calibri" w:cs="Calibri"/>
                <w:sz w:val="22"/>
                <w:szCs w:val="22"/>
              </w:rPr>
              <w:t xml:space="preserve"> de 18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</w:t>
            </w:r>
            <w:r>
              <w:rPr>
                <w:rFonts w:ascii="Calibri" w:hAnsi="Calibri" w:cs="Calibri"/>
                <w:sz w:val="22"/>
                <w:szCs w:val="22"/>
              </w:rPr>
              <w:t>Raport de progres</w:t>
            </w:r>
          </w:p>
        </w:tc>
        <w:tc>
          <w:tcPr>
            <w:tcW w:w="1417" w:type="dxa"/>
            <w:shd w:val="clear" w:color="auto" w:fill="auto"/>
          </w:tcPr>
          <w:p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632E" w:rsidRPr="00B7289C" w:rsidTr="00CE7A19">
        <w:tc>
          <w:tcPr>
            <w:tcW w:w="567" w:type="dxa"/>
            <w:shd w:val="clear" w:color="auto" w:fill="auto"/>
          </w:tcPr>
          <w:p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32E" w:rsidRPr="00B97179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:rsidR="006C632E" w:rsidRPr="00B97179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:rsidR="006C632E" w:rsidRPr="00B97179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:rsidR="006C632E" w:rsidRPr="00B97179" w:rsidRDefault="006C632E" w:rsidP="006C632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:rsidR="006C632E" w:rsidRPr="00431E80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1E80">
              <w:rPr>
                <w:rFonts w:ascii="Calibri" w:hAnsi="Calibri" w:cs="Calibri"/>
                <w:sz w:val="22"/>
                <w:szCs w:val="22"/>
              </w:rPr>
              <w:t xml:space="preserve">Se va completa de </w:t>
            </w:r>
            <w:r w:rsidR="001F7F52" w:rsidRPr="00431E80">
              <w:rPr>
                <w:rFonts w:ascii="Calibri" w:hAnsi="Calibri" w:cs="Calibri"/>
                <w:sz w:val="22"/>
                <w:szCs w:val="22"/>
              </w:rPr>
              <w:t>beneficiar</w:t>
            </w:r>
            <w:r w:rsidRPr="00431E80">
              <w:rPr>
                <w:rFonts w:ascii="Calibri" w:hAnsi="Calibri" w:cs="Calibri"/>
                <w:sz w:val="22"/>
                <w:szCs w:val="22"/>
              </w:rPr>
              <w:t>, dar nu mai târziu de:</w:t>
            </w:r>
          </w:p>
          <w:p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0C21">
              <w:rPr>
                <w:rFonts w:ascii="Calibri" w:hAnsi="Calibri" w:cs="Calibri"/>
                <w:sz w:val="22"/>
                <w:szCs w:val="22"/>
              </w:rPr>
              <w:t>- 42 luni de la</w:t>
            </w:r>
            <w:r w:rsidRPr="00431E80">
              <w:rPr>
                <w:rFonts w:ascii="Calibri" w:hAnsi="Calibri" w:cs="Calibri"/>
                <w:sz w:val="22"/>
                <w:szCs w:val="22"/>
              </w:rPr>
              <w:t xml:space="preserve"> semnarea contractului de finanțare</w:t>
            </w:r>
          </w:p>
        </w:tc>
        <w:tc>
          <w:tcPr>
            <w:tcW w:w="1985" w:type="dxa"/>
            <w:shd w:val="clear" w:color="auto" w:fill="auto"/>
          </w:tcPr>
          <w:p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:rsidR="006C632E" w:rsidRPr="00CB085A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632E" w:rsidRPr="00AC4BE0" w:rsidTr="00CE7A19">
        <w:tc>
          <w:tcPr>
            <w:tcW w:w="567" w:type="dxa"/>
            <w:shd w:val="clear" w:color="auto" w:fill="auto"/>
          </w:tcPr>
          <w:p w:rsidR="006C632E" w:rsidRPr="00B97179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/rapoartelor trimestriale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și a altor documente justificative relevante</w:t>
            </w:r>
          </w:p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/a rapoartelor trimestriale și a altor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documente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justificative</w:t>
            </w:r>
            <w:r w:rsidRPr="001273FC">
              <w:rPr>
                <w:rFonts w:ascii="Calibri" w:hAnsi="Calibri" w:cs="Calibri"/>
                <w:sz w:val="22"/>
                <w:szCs w:val="22"/>
              </w:rPr>
              <w:t xml:space="preserve"> relevante</w:t>
            </w:r>
          </w:p>
        </w:tc>
        <w:tc>
          <w:tcPr>
            <w:tcW w:w="2693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rapoarte trimestriale pe parcursul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  <w:tr w:rsidR="006C632E" w:rsidRPr="00AC4BE0" w:rsidTr="00CE7A19">
        <w:tc>
          <w:tcPr>
            <w:tcW w:w="567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>, a altor documente justificative</w:t>
            </w:r>
          </w:p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F1579D">
              <w:rPr>
                <w:rFonts w:ascii="Calibri" w:hAnsi="Calibri" w:cs="Calibri"/>
                <w:sz w:val="22"/>
                <w:szCs w:val="22"/>
              </w:rPr>
              <w:t xml:space="preserve">a altor documente </w:t>
            </w:r>
            <w:r>
              <w:rPr>
                <w:rFonts w:ascii="Calibri" w:hAnsi="Calibri" w:cs="Calibri"/>
                <w:sz w:val="22"/>
                <w:szCs w:val="22"/>
              </w:rPr>
              <w:t>relevante</w:t>
            </w:r>
          </w:p>
        </w:tc>
        <w:tc>
          <w:tcPr>
            <w:tcW w:w="2693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32E" w:rsidRPr="00E9188B" w:rsidRDefault="006C632E" w:rsidP="006C63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</w:tbl>
    <w:p w:rsidR="00166751" w:rsidRDefault="00166751" w:rsidP="00B71552">
      <w:pPr>
        <w:jc w:val="both"/>
        <w:rPr>
          <w:rFonts w:ascii="Calibri" w:hAnsi="Calibri" w:cs="Calibri"/>
        </w:rPr>
      </w:pPr>
    </w:p>
    <w:p w:rsidR="000E59DA" w:rsidRDefault="000E59DA" w:rsidP="00B71552">
      <w:pPr>
        <w:jc w:val="both"/>
        <w:rPr>
          <w:rFonts w:ascii="Calibri" w:hAnsi="Calibri" w:cs="Calibri"/>
        </w:rPr>
      </w:pPr>
    </w:p>
    <w:p w:rsidR="00B71552" w:rsidRDefault="00B71552" w:rsidP="00B71552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r w:rsidR="001F7F52" w:rsidRPr="00B71552">
        <w:rPr>
          <w:rFonts w:ascii="Calibri" w:hAnsi="Calibri" w:cs="Calibri"/>
        </w:rPr>
        <w:t>fată</w:t>
      </w:r>
      <w:r w:rsidRPr="00B71552">
        <w:rPr>
          <w:rFonts w:ascii="Calibri" w:hAnsi="Calibri" w:cs="Calibri"/>
        </w:rPr>
        <w:t xml:space="preserve"> de care este monitorizat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evaluat, într-o manieră obiectivă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:rsidR="00B71552" w:rsidRDefault="00B71552" w:rsidP="00B715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r w:rsidR="001F7F52" w:rsidRPr="00B71552">
        <w:rPr>
          <w:rFonts w:ascii="Calibri" w:hAnsi="Calibri" w:cs="Calibri"/>
        </w:rPr>
        <w:t>funcție</w:t>
      </w:r>
      <w:r w:rsidRPr="00B71552">
        <w:rPr>
          <w:rFonts w:ascii="Calibri" w:hAnsi="Calibri" w:cs="Calibri"/>
        </w:rPr>
        <w:t xml:space="preserve"> de natura proiectelor, indicatorii de etapă pot reprezenta: </w:t>
      </w:r>
    </w:p>
    <w:p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r w:rsidR="001F7F52" w:rsidRPr="00B71552">
        <w:rPr>
          <w:rFonts w:ascii="Calibri" w:hAnsi="Calibri" w:cs="Calibri"/>
        </w:rPr>
        <w:t>activități</w:t>
      </w:r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r w:rsidR="001F7F52" w:rsidRPr="00B71552">
        <w:rPr>
          <w:rFonts w:ascii="Calibri" w:hAnsi="Calibri" w:cs="Calibri"/>
        </w:rPr>
        <w:t>execuție</w:t>
      </w:r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:rsidR="00B71552" w:rsidRP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:rsidR="00B71552" w:rsidRDefault="00B71552" w:rsidP="00E8080E">
      <w:pPr>
        <w:jc w:val="both"/>
        <w:rPr>
          <w:rFonts w:ascii="Calibri" w:hAnsi="Calibri" w:cs="Calibri"/>
        </w:rPr>
      </w:pPr>
    </w:p>
    <w:p w:rsidR="000E59DA" w:rsidRDefault="000E59DA" w:rsidP="00E8080E">
      <w:pPr>
        <w:jc w:val="both"/>
        <w:rPr>
          <w:rFonts w:ascii="Calibri" w:hAnsi="Calibri" w:cs="Calibri"/>
        </w:rPr>
      </w:pPr>
    </w:p>
    <w:p w:rsidR="00551AC1" w:rsidRDefault="00551AC1" w:rsidP="00E8080E">
      <w:pPr>
        <w:jc w:val="both"/>
        <w:rPr>
          <w:rFonts w:ascii="Calibri" w:hAnsi="Calibri" w:cs="Calibri"/>
        </w:rPr>
      </w:pPr>
    </w:p>
    <w:p w:rsidR="00551AC1" w:rsidRDefault="00551AC1" w:rsidP="00E8080E">
      <w:pPr>
        <w:jc w:val="both"/>
        <w:rPr>
          <w:rFonts w:ascii="Calibri" w:hAnsi="Calibri" w:cs="Calibri"/>
        </w:rPr>
      </w:pPr>
    </w:p>
    <w:p w:rsidR="00E8080E" w:rsidRDefault="00E8080E" w:rsidP="00E808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lastRenderedPageBreak/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 xml:space="preserve">este parte integrantă a contractului de </w:t>
      </w:r>
      <w:proofErr w:type="spellStart"/>
      <w:r w:rsidRPr="00E8080E">
        <w:rPr>
          <w:rFonts w:ascii="Calibri" w:hAnsi="Calibri" w:cs="Calibri"/>
        </w:rPr>
        <w:t>finanţare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cuprinde indicatorii de etapă </w:t>
      </w:r>
      <w:r w:rsidR="001F7F52" w:rsidRPr="00E8080E">
        <w:rPr>
          <w:rFonts w:ascii="Calibri" w:hAnsi="Calibri" w:cs="Calibri"/>
        </w:rPr>
        <w:t>stabiliți</w:t>
      </w:r>
      <w:r w:rsidRPr="00E8080E">
        <w:rPr>
          <w:rFonts w:ascii="Calibri" w:hAnsi="Calibri" w:cs="Calibri"/>
        </w:rPr>
        <w:t xml:space="preserve"> pentru perioada de implementare a proiectului pe baza cărora se monitorizează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se evaluează progresul implementării proiectului; </w:t>
      </w:r>
    </w:p>
    <w:p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proofErr w:type="spellStart"/>
      <w:r w:rsidRPr="00E8080E">
        <w:rPr>
          <w:rFonts w:ascii="Calibri" w:hAnsi="Calibri" w:cs="Calibri"/>
        </w:rPr>
        <w:t>ţintelor</w:t>
      </w:r>
      <w:proofErr w:type="spellEnd"/>
      <w:r w:rsidRPr="00E8080E">
        <w:rPr>
          <w:rFonts w:ascii="Calibri" w:hAnsi="Calibri" w:cs="Calibri"/>
        </w:rPr>
        <w:t xml:space="preserve"> finale ale indicatorilor de realizare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de rezultat care trebuie atinse ca urmare a implementării proiectului, precum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valorile de bază/de </w:t>
      </w:r>
      <w:proofErr w:type="spellStart"/>
      <w:r w:rsidRPr="00E8080E">
        <w:rPr>
          <w:rFonts w:ascii="Calibri" w:hAnsi="Calibri" w:cs="Calibri"/>
        </w:rPr>
        <w:t>referinţă</w:t>
      </w:r>
      <w:proofErr w:type="spellEnd"/>
      <w:r w:rsidRPr="00E8080E">
        <w:rPr>
          <w:rFonts w:ascii="Calibri" w:hAnsi="Calibri" w:cs="Calibri"/>
        </w:rPr>
        <w:t xml:space="preserve"> ale acestora, dacă există; </w:t>
      </w:r>
    </w:p>
    <w:p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eficientizarea procesului de monitorizare a proiectelor de către </w:t>
      </w:r>
      <w:proofErr w:type="spellStart"/>
      <w:r w:rsidRPr="00E8080E">
        <w:rPr>
          <w:rFonts w:ascii="Calibri" w:hAnsi="Calibri" w:cs="Calibri"/>
        </w:rPr>
        <w:t>autorităţile</w:t>
      </w:r>
      <w:proofErr w:type="spellEnd"/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:rsidR="000E59DA" w:rsidRPr="00E8080E" w:rsidRDefault="000E59DA" w:rsidP="00E8080E">
      <w:pPr>
        <w:jc w:val="both"/>
        <w:rPr>
          <w:rFonts w:ascii="Calibri" w:hAnsi="Calibri" w:cs="Calibri"/>
        </w:rPr>
      </w:pPr>
    </w:p>
    <w:p w:rsidR="00E8080E" w:rsidRDefault="00E8080E" w:rsidP="00E8080E">
      <w:pPr>
        <w:jc w:val="both"/>
        <w:rPr>
          <w:rFonts w:ascii="Calibri" w:hAnsi="Calibri" w:cs="Calibri"/>
        </w:rPr>
      </w:pPr>
    </w:p>
    <w:p w:rsidR="00E8080E" w:rsidRPr="00B7289C" w:rsidRDefault="00380F32" w:rsidP="00B7289C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p w:rsidR="001A225C" w:rsidRDefault="001A225C" w:rsidP="00696924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proofErr w:type="spellStart"/>
      <w:r w:rsidRPr="001A225C">
        <w:rPr>
          <w:rFonts w:ascii="Calibri" w:hAnsi="Calibri" w:cs="Calibri"/>
        </w:rPr>
        <w:t>adiţional</w:t>
      </w:r>
      <w:proofErr w:type="spellEnd"/>
      <w:r w:rsidRPr="001A225C">
        <w:rPr>
          <w:rFonts w:ascii="Calibri" w:hAnsi="Calibri" w:cs="Calibri"/>
        </w:rPr>
        <w:t xml:space="preserve"> la contractul de </w:t>
      </w:r>
      <w:proofErr w:type="spellStart"/>
      <w:r w:rsidRPr="001A225C">
        <w:rPr>
          <w:rFonts w:ascii="Calibri" w:hAnsi="Calibri" w:cs="Calibri"/>
        </w:rPr>
        <w:t>finanţare</w:t>
      </w:r>
      <w:proofErr w:type="spellEnd"/>
      <w:r w:rsidRPr="001A225C">
        <w:rPr>
          <w:rFonts w:ascii="Calibri" w:hAnsi="Calibri" w:cs="Calibri"/>
        </w:rPr>
        <w:t>.</w:t>
      </w:r>
    </w:p>
    <w:p w:rsidR="005A3D64" w:rsidRPr="00696924" w:rsidRDefault="00696924" w:rsidP="00550BE6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</w:t>
      </w:r>
      <w:r w:rsidR="005A3D64" w:rsidRPr="00696924">
        <w:rPr>
          <w:rFonts w:ascii="Calibri" w:hAnsi="Calibri" w:cs="Calibri"/>
        </w:rPr>
        <w:t>ndeplinirea indicatorilor de etap</w:t>
      </w:r>
      <w:r w:rsidRPr="00696924">
        <w:rPr>
          <w:rFonts w:ascii="Calibri" w:hAnsi="Calibri" w:cs="Calibri"/>
        </w:rPr>
        <w:t>ă</w:t>
      </w:r>
      <w:r w:rsidR="005A3D64" w:rsidRPr="00696924">
        <w:rPr>
          <w:rFonts w:ascii="Calibri" w:hAnsi="Calibri" w:cs="Calibri"/>
        </w:rPr>
        <w:t xml:space="preserve"> se </w:t>
      </w:r>
      <w:r w:rsidRPr="00696924">
        <w:rPr>
          <w:rFonts w:ascii="Calibri" w:hAnsi="Calibri" w:cs="Calibri"/>
        </w:rPr>
        <w:t>pot</w:t>
      </w:r>
      <w:r w:rsidR="005A3D64" w:rsidRPr="00696924">
        <w:rPr>
          <w:rFonts w:ascii="Calibri" w:hAnsi="Calibri" w:cs="Calibri"/>
        </w:rPr>
        <w:t xml:space="preserve"> aplica gradual</w:t>
      </w:r>
      <w:r w:rsidR="00980BA3">
        <w:rPr>
          <w:rFonts w:ascii="Calibri" w:hAnsi="Calibri" w:cs="Calibri"/>
        </w:rPr>
        <w:t>,</w:t>
      </w:r>
      <w:r w:rsidR="005A3D64"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sectPr w:rsidR="009D79CD" w:rsidRPr="000F6FA7" w:rsidSect="00696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985" w:left="1985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439" w:rsidRDefault="002D1439">
      <w:r>
        <w:separator/>
      </w:r>
    </w:p>
  </w:endnote>
  <w:endnote w:type="continuationSeparator" w:id="0">
    <w:p w:rsidR="002D1439" w:rsidRDefault="002D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F52" w:rsidRDefault="001F7F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2C012A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-1270000</wp:posOffset>
          </wp:positionH>
          <wp:positionV relativeFrom="paragraph">
            <wp:posOffset>72390</wp:posOffset>
          </wp:positionV>
          <wp:extent cx="10908030" cy="14668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8030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3195320</wp:posOffset>
          </wp:positionH>
          <wp:positionV relativeFrom="paragraph">
            <wp:posOffset>-223520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-534035</wp:posOffset>
          </wp:positionH>
          <wp:positionV relativeFrom="paragraph">
            <wp:posOffset>205105</wp:posOffset>
          </wp:positionV>
          <wp:extent cx="847725" cy="690245"/>
          <wp:effectExtent l="0" t="0" r="0" b="0"/>
          <wp:wrapNone/>
          <wp:docPr id="31" name="Picture 31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romana_bun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E4473" w:rsidRDefault="00BE4473" w:rsidP="00BE4473">
    <w:pPr>
      <w:spacing w:line="240" w:lineRule="exact"/>
      <w:jc w:val="right"/>
      <w:rPr>
        <w:rFonts w:ascii="Trebuchet MS" w:hAnsi="Trebuchet MS" w:cs="Arial"/>
        <w:b/>
        <w:bCs/>
        <w:color w:val="1F497D"/>
        <w:kern w:val="32"/>
        <w:sz w:val="16"/>
        <w:szCs w:val="16"/>
        <w:lang w:val="it-IT"/>
      </w:rPr>
    </w:pPr>
  </w:p>
  <w:p w:rsidR="002B3BB9" w:rsidRDefault="002C012A" w:rsidP="00E1542E">
    <w:pPr>
      <w:spacing w:line="240" w:lineRule="exact"/>
      <w:jc w:val="right"/>
      <w:rPr>
        <w:sz w:val="12"/>
      </w:rPr>
    </w:pP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5768975</wp:posOffset>
              </wp:positionH>
              <wp:positionV relativeFrom="paragraph">
                <wp:posOffset>8890</wp:posOffset>
              </wp:positionV>
              <wp:extent cx="2744470" cy="645160"/>
              <wp:effectExtent l="0" t="0" r="1905" b="3175"/>
              <wp:wrapNone/>
              <wp:docPr id="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42E" w:rsidRDefault="00E1542E" w:rsidP="00E1542E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E1542E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E1542E" w:rsidRPr="00FA2B09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9" type="#_x0000_t202" style="position:absolute;left:0;text-align:left;margin-left:454.25pt;margin-top:.7pt;width:216.1pt;height: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+r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" stroked="f">
              <v:stroke dashstyle="1 1" endcap="round"/>
              <v:textbox>
                <w:txbxContent>
                  <w:p w:rsidR="00E1542E" w:rsidRDefault="00E1542E" w:rsidP="00E1542E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E1542E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E1542E" w:rsidRPr="00FA2B09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313690</wp:posOffset>
              </wp:positionH>
              <wp:positionV relativeFrom="paragraph">
                <wp:posOffset>42545</wp:posOffset>
              </wp:positionV>
              <wp:extent cx="2228215" cy="547370"/>
              <wp:effectExtent l="0" t="4445" r="1270" b="635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473" w:rsidRDefault="00BE4473" w:rsidP="00F12E7F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Autoritate de Management</w:t>
                          </w:r>
                        </w:p>
                        <w:p w:rsidR="00F12E7F" w:rsidRPr="00F914B7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0" type="#_x0000_t202" style="position:absolute;left:0;text-align:left;margin-left:24.7pt;margin-top:3.35pt;width:175.45pt;height:4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vXug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" filled="f" stroked="f">
              <v:textbox>
                <w:txbxContent>
                  <w:p w:rsidR="00BE4473" w:rsidRDefault="00BE4473" w:rsidP="00F12E7F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Autoritate de Management</w:t>
                    </w:r>
                  </w:p>
                  <w:p w:rsidR="00F12E7F" w:rsidRPr="00F914B7" w:rsidRDefault="00F12E7F" w:rsidP="00F12E7F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2C012A" w:rsidP="005D6105">
    <w:pPr>
      <w:pStyle w:val="Footer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5875020</wp:posOffset>
              </wp:positionH>
              <wp:positionV relativeFrom="paragraph">
                <wp:posOffset>-74930</wp:posOffset>
              </wp:positionV>
              <wp:extent cx="2744470" cy="645160"/>
              <wp:effectExtent l="0" t="1270" r="635" b="127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bookmarkStart w:id="17" w:name="_Hlk144205187"/>
                          <w:bookmarkStart w:id="18" w:name="_Hlk144205188"/>
                          <w:bookmarkStart w:id="19" w:name="_Hlk144205189"/>
                          <w:bookmarkStart w:id="20" w:name="_Hlk144205190"/>
                          <w:bookmarkStart w:id="21" w:name="_Hlk144205191"/>
                          <w:bookmarkStart w:id="22" w:name="_Hlk144205192"/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  <w:bookmarkEnd w:id="17"/>
                          <w:bookmarkEnd w:id="18"/>
                          <w:bookmarkEnd w:id="19"/>
                          <w:bookmarkEnd w:id="20"/>
                          <w:bookmarkEnd w:id="21"/>
                          <w:bookmarkEnd w:id="22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left:0;text-align:left;margin-left:462.6pt;margin-top:-5.9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bookmarkStart w:id="23" w:name="_Hlk144205187"/>
                    <w:bookmarkStart w:id="24" w:name="_Hlk144205188"/>
                    <w:bookmarkStart w:id="25" w:name="_Hlk144205189"/>
                    <w:bookmarkStart w:id="26" w:name="_Hlk144205190"/>
                    <w:bookmarkStart w:id="27" w:name="_Hlk144205191"/>
                    <w:bookmarkStart w:id="28" w:name="_Hlk144205192"/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2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  <w:bookmarkEnd w:id="23"/>
                    <w:bookmarkEnd w:id="24"/>
                    <w:bookmarkEnd w:id="25"/>
                    <w:bookmarkEnd w:id="26"/>
                    <w:bookmarkEnd w:id="27"/>
                    <w:bookmarkEnd w:id="28"/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3199130</wp:posOffset>
          </wp:positionH>
          <wp:positionV relativeFrom="paragraph">
            <wp:posOffset>-485140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-1442085</wp:posOffset>
          </wp:positionH>
          <wp:positionV relativeFrom="paragraph">
            <wp:posOffset>-302260</wp:posOffset>
          </wp:positionV>
          <wp:extent cx="11052175" cy="148590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175" cy="148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4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2" type="#_x0000_t202" style="position:absolute;left:0;text-align:left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4BZ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JquAWbcCAADB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2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left:0;text-align:left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mIjeZ2iO2Tq6wVmr43p8G9cX66/m6Ij70bLrcdOinlz5uoFHq+JanV&#10;7xkvtSfkV6IQsupyZei1to7o6gRHIABo/BzJytLkx/NssOHW3xWr3SC3S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JmIjeZ2iO06usFXrON6fBvXD+uv5vex96N&#10;m1uOnRTy583UCj1fENTrJ/W38n5leiEHLqMmb31ujujqBFcwAAAAXHg5k21OTHv76u/8Evh1tslq&#10;98A0S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breM6fT71x&#10;zzuTujqj70fNrMePor5VvN1AotXxHUayZ5y8xT5leiEHLqMmafKttHdHUCI5AAAAAAACdwfJzfEs&#10;XdbyZdtHbk6ivn6Aaxag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ha7ien0cTFp5eT5lev7+5xzanHh6Jne3dAKDW8U1Gs3rNuRj+ZX8+9AzarJm6N+TXugEFxAAAAAA&#10;AAAAdNPfm9Rjv820S9Y55OSs90g2sTvET3rmOmAfQ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HU6rDpacrNkivdHbPoh4yZaYq73tEAoNdxvNn3pg/VY+/5U+xBza2994x+&#10;TX8QVaKD4AAAAAAAAAAAAA2ehyc7o8N++sLjBblYaW74B3ew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y1q0rNrTFax1zM9T5MxEbzO0Aptdx2td8ekjlT+8nq+5Ez66I3ri6Z&#10;+dIKLLlyZrzfLeb2ntmUG17XtyrTMz5weHwAAAAAAAAAAAAAAAangWTl8OrHbWZhZ6G3K08R3TsC&#10;xS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QdfxXBot6/tMvzInq9M9jhn1V&#10;MPR763dAM7rdfn1t98ltq9lI6oV+bPfNPlT0dkR1AiuYAAAAAAAAAAAAAAAAAC+8Gsnk5sfniydw&#10;63Rev3gvE0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4zZseDHOTLaK1jrmXm96&#10;0rNrTtEAoNfxzJl3x6XfHT53yp9iDn1tr71xeTHf2yComZmd5neUTrB8AAAAAAAAAAAAAAAAAAAB&#10;aeD+Tka+a9l6yk6C22fbvgGmW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K7iHF8&#10;Ok3pTbJl7o6o9KPqNXTF5NfKv3dwM7qtXm1eTl5rb90R1Qr8uW+W295+4HB4AAAAAAAAAAAAAAAA&#10;AAAAAASuG5Oa1+G2/wArZ001uTnpPnBsFu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8ZctMOOcmS0VrHXMvlrVpWbWnaI7QUHEeN3zb49LvSnbbtn2IGo1s38nFvWvf2yCoRAfAAAAAAAA&#10;AAAAAAAAAAAAAAAAeqW5F627p3Ina0T3A22O0Xx1tHbESuqzvWJ74B6f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E13EcOir5c8rJPVSOufY5Z9RTDHT027IgGZ1uuza3Jysttqx1UjqhW5s&#10;981t7T0dkdkAjOYAAAAAAAAAAAAAAAAAAAAAAAAAAA1/CsnOcOwz2xXZbaW3K09J82wJb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qfCHBy9JTLEdOO3T6JROIU5WKLfNkGbV4AAAAAAAAAA&#10;AAAAAAAAAAAAAAAAAAAAAAAD6A2mlvzumxX+dWJXOK3Kx1t3wDq9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IvE8PP6DLTbpiOVH3OWppy8F4824MgqQfAAAAAAAAAAAAAAAAAAAAAAAAAAAA&#10;AAAAfazNbRMdcTuRO07g22C/OYaXjtrErmk8qlZ74B7eg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OWo0+LVYpx5qRav4x6HnJjrlrybxvAM3xHhOXRzN6ROTD86OuPSrdRpb4Zm0eVT&#10;v7gVzgAAAAAAAAAAAAAAAAAAAAAAAAAAAAAAAACw4Hj5fEqTt72Jt/7/ABd9FXlamvmjcGqWg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">
                <v:imagedata r:id="rId6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439" w:rsidRDefault="002D1439">
      <w:r>
        <w:separator/>
      </w:r>
    </w:p>
  </w:footnote>
  <w:footnote w:type="continuationSeparator" w:id="0">
    <w:p w:rsidR="002D1439" w:rsidRDefault="002D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F52" w:rsidRDefault="002D143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2" o:spid="_x0000_s2050" type="#_x0000_t136" style="position:absolute;margin-left:0;margin-top:0;width:529.9pt;height:81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2D1439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3" o:spid="_x0000_s2051" type="#_x0000_t136" style="position:absolute;margin-left:0;margin-top:0;width:529.9pt;height:81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6951345</wp:posOffset>
              </wp:positionH>
              <wp:positionV relativeFrom="paragraph">
                <wp:posOffset>-285750</wp:posOffset>
              </wp:positionV>
              <wp:extent cx="1400175" cy="685800"/>
              <wp:effectExtent l="7620" t="0" r="1905" b="0"/>
              <wp:wrapNone/>
              <wp:docPr id="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BE4473">
                            <w:pPr>
                              <w:pStyle w:val="Heading3"/>
                              <w:spacing w:before="0" w:after="0" w:line="330" w:lineRule="auto"/>
                              <w:ind w:right="-4020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bookmarkStart w:id="1" w:name="_Hlk144204999"/>
                            <w:bookmarkStart w:id="2" w:name="_Hlk144205000"/>
                            <w:bookmarkStart w:id="3" w:name="_Hlk144205001"/>
                            <w:bookmarkStart w:id="4" w:name="_Hlk144205002"/>
                            <w:bookmarkStart w:id="5" w:name="_Hlk144205003"/>
                            <w:bookmarkStart w:id="6" w:name="_Hlk144205004"/>
                            <w:bookmarkStart w:id="7" w:name="_Hlk144205005"/>
                            <w:bookmarkStart w:id="8" w:name="_Hlk144205006"/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547.35pt;margin-top:-22.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BE4473">
                      <w:pPr>
                        <w:pStyle w:val="Heading3"/>
                        <w:spacing w:before="0" w:after="0" w:line="330" w:lineRule="auto"/>
                        <w:ind w:right="-4020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bookmarkStart w:id="9" w:name="_Hlk144204999"/>
                      <w:bookmarkStart w:id="10" w:name="_Hlk144205000"/>
                      <w:bookmarkStart w:id="11" w:name="_Hlk144205001"/>
                      <w:bookmarkStart w:id="12" w:name="_Hlk144205002"/>
                      <w:bookmarkStart w:id="13" w:name="_Hlk144205003"/>
                      <w:bookmarkStart w:id="14" w:name="_Hlk144205004"/>
                      <w:bookmarkStart w:id="15" w:name="_Hlk144205005"/>
                      <w:bookmarkStart w:id="16" w:name="_Hlk144205006"/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769F6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769F6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2D1439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90421" o:spid="_x0000_s2049" type="#_x0000_t136" style="position:absolute;margin-left:0;margin-top:0;width:529.9pt;height:81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3737610</wp:posOffset>
          </wp:positionH>
          <wp:positionV relativeFrom="paragraph">
            <wp:posOffset>-678180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6617335</wp:posOffset>
          </wp:positionH>
          <wp:positionV relativeFrom="paragraph">
            <wp:posOffset>-375285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998"/>
    <w:multiLevelType w:val="hybridMultilevel"/>
    <w:tmpl w:val="662C2D24"/>
    <w:lvl w:ilvl="0" w:tplc="6B667F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6442E"/>
    <w:multiLevelType w:val="hybridMultilevel"/>
    <w:tmpl w:val="C28E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254E4"/>
    <w:multiLevelType w:val="hybridMultilevel"/>
    <w:tmpl w:val="D3D08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D0146"/>
    <w:multiLevelType w:val="hybridMultilevel"/>
    <w:tmpl w:val="F53EFAE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95FA3"/>
    <w:multiLevelType w:val="hybridMultilevel"/>
    <w:tmpl w:val="68AE3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67448"/>
    <w:multiLevelType w:val="hybridMultilevel"/>
    <w:tmpl w:val="9000D064"/>
    <w:lvl w:ilvl="0" w:tplc="D51623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8CBD7"/>
    <w:multiLevelType w:val="hybridMultilevel"/>
    <w:tmpl w:val="141E47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59742F5"/>
    <w:multiLevelType w:val="hybridMultilevel"/>
    <w:tmpl w:val="5A76F8C2"/>
    <w:lvl w:ilvl="0" w:tplc="80F0078C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47851"/>
    <w:multiLevelType w:val="multilevel"/>
    <w:tmpl w:val="7B0A8C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C25B1"/>
    <w:multiLevelType w:val="hybridMultilevel"/>
    <w:tmpl w:val="7A3232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9612A"/>
    <w:multiLevelType w:val="hybridMultilevel"/>
    <w:tmpl w:val="88C6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7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15"/>
  </w:num>
  <w:num w:numId="12">
    <w:abstractNumId w:val="13"/>
  </w:num>
  <w:num w:numId="13">
    <w:abstractNumId w:val="16"/>
  </w:num>
  <w:num w:numId="14">
    <w:abstractNumId w:val="3"/>
  </w:num>
  <w:num w:numId="15">
    <w:abstractNumId w:val="8"/>
  </w:num>
  <w:num w:numId="16">
    <w:abstractNumId w:val="5"/>
  </w:num>
  <w:num w:numId="17">
    <w:abstractNumId w:val="14"/>
  </w:num>
  <w:num w:numId="18">
    <w:abstractNumId w:val="20"/>
  </w:num>
  <w:num w:numId="19">
    <w:abstractNumId w:val="10"/>
  </w:num>
  <w:num w:numId="20">
    <w:abstractNumId w:val="19"/>
  </w:num>
  <w:num w:numId="21">
    <w:abstractNumId w:val="0"/>
  </w:num>
  <w:num w:numId="22">
    <w:abstractNumId w:val="22"/>
  </w:num>
  <w:num w:numId="23">
    <w:abstractNumId w:val="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0422F"/>
    <w:rsid w:val="00010205"/>
    <w:rsid w:val="000102D2"/>
    <w:rsid w:val="00011524"/>
    <w:rsid w:val="00011D45"/>
    <w:rsid w:val="00015620"/>
    <w:rsid w:val="000401F0"/>
    <w:rsid w:val="00061C86"/>
    <w:rsid w:val="00072DDE"/>
    <w:rsid w:val="00080850"/>
    <w:rsid w:val="000835DE"/>
    <w:rsid w:val="0009018B"/>
    <w:rsid w:val="00094830"/>
    <w:rsid w:val="000C2AAE"/>
    <w:rsid w:val="000E49F1"/>
    <w:rsid w:val="000E59DA"/>
    <w:rsid w:val="000E6B50"/>
    <w:rsid w:val="000F6FA7"/>
    <w:rsid w:val="000F7AA1"/>
    <w:rsid w:val="001175F2"/>
    <w:rsid w:val="001273FC"/>
    <w:rsid w:val="001357F6"/>
    <w:rsid w:val="00144BFD"/>
    <w:rsid w:val="00160D57"/>
    <w:rsid w:val="00166751"/>
    <w:rsid w:val="001726E9"/>
    <w:rsid w:val="001A225C"/>
    <w:rsid w:val="001A637E"/>
    <w:rsid w:val="001C14AC"/>
    <w:rsid w:val="001C1D1A"/>
    <w:rsid w:val="001C4544"/>
    <w:rsid w:val="001D19C5"/>
    <w:rsid w:val="001D40CB"/>
    <w:rsid w:val="001D5D50"/>
    <w:rsid w:val="001E4C31"/>
    <w:rsid w:val="001E6587"/>
    <w:rsid w:val="001F7F52"/>
    <w:rsid w:val="00224075"/>
    <w:rsid w:val="00240BF7"/>
    <w:rsid w:val="00241876"/>
    <w:rsid w:val="002504F8"/>
    <w:rsid w:val="00254C15"/>
    <w:rsid w:val="00257F40"/>
    <w:rsid w:val="002626A5"/>
    <w:rsid w:val="002635F7"/>
    <w:rsid w:val="00275DCC"/>
    <w:rsid w:val="00292A63"/>
    <w:rsid w:val="002A4501"/>
    <w:rsid w:val="002B3011"/>
    <w:rsid w:val="002B3BB9"/>
    <w:rsid w:val="002C012A"/>
    <w:rsid w:val="002C3C1B"/>
    <w:rsid w:val="002D1439"/>
    <w:rsid w:val="002D6515"/>
    <w:rsid w:val="002E07E9"/>
    <w:rsid w:val="002F1246"/>
    <w:rsid w:val="003007AA"/>
    <w:rsid w:val="0031525E"/>
    <w:rsid w:val="003221D7"/>
    <w:rsid w:val="00324601"/>
    <w:rsid w:val="00336218"/>
    <w:rsid w:val="00341CF4"/>
    <w:rsid w:val="003427E8"/>
    <w:rsid w:val="00343023"/>
    <w:rsid w:val="00351F71"/>
    <w:rsid w:val="00352897"/>
    <w:rsid w:val="00353C41"/>
    <w:rsid w:val="00362E1D"/>
    <w:rsid w:val="00373F6B"/>
    <w:rsid w:val="00376314"/>
    <w:rsid w:val="00376CFE"/>
    <w:rsid w:val="00380F32"/>
    <w:rsid w:val="00381D3E"/>
    <w:rsid w:val="00382E82"/>
    <w:rsid w:val="00385A87"/>
    <w:rsid w:val="00385B2F"/>
    <w:rsid w:val="00386876"/>
    <w:rsid w:val="00390E47"/>
    <w:rsid w:val="003A0F78"/>
    <w:rsid w:val="003B03F6"/>
    <w:rsid w:val="003B3462"/>
    <w:rsid w:val="003C1E0C"/>
    <w:rsid w:val="003E2E03"/>
    <w:rsid w:val="003E516E"/>
    <w:rsid w:val="003E7761"/>
    <w:rsid w:val="003F4311"/>
    <w:rsid w:val="0040202F"/>
    <w:rsid w:val="00414040"/>
    <w:rsid w:val="00431E80"/>
    <w:rsid w:val="0044054D"/>
    <w:rsid w:val="00445D5D"/>
    <w:rsid w:val="00453E8A"/>
    <w:rsid w:val="00454743"/>
    <w:rsid w:val="00456003"/>
    <w:rsid w:val="004647A5"/>
    <w:rsid w:val="00474F02"/>
    <w:rsid w:val="004830C9"/>
    <w:rsid w:val="004A0E46"/>
    <w:rsid w:val="004A0F0F"/>
    <w:rsid w:val="004B7D74"/>
    <w:rsid w:val="004E0B86"/>
    <w:rsid w:val="004F39C3"/>
    <w:rsid w:val="004F4802"/>
    <w:rsid w:val="004F4881"/>
    <w:rsid w:val="004F570B"/>
    <w:rsid w:val="00515542"/>
    <w:rsid w:val="00523BEA"/>
    <w:rsid w:val="005312BF"/>
    <w:rsid w:val="00535DE7"/>
    <w:rsid w:val="00550BE6"/>
    <w:rsid w:val="00551A93"/>
    <w:rsid w:val="00551AC1"/>
    <w:rsid w:val="005638A3"/>
    <w:rsid w:val="00566A78"/>
    <w:rsid w:val="005705BF"/>
    <w:rsid w:val="00592CDD"/>
    <w:rsid w:val="005A3D64"/>
    <w:rsid w:val="005A450E"/>
    <w:rsid w:val="005A6B00"/>
    <w:rsid w:val="005B4667"/>
    <w:rsid w:val="005C02C5"/>
    <w:rsid w:val="005C21C9"/>
    <w:rsid w:val="005C7AFF"/>
    <w:rsid w:val="005D1307"/>
    <w:rsid w:val="005D6105"/>
    <w:rsid w:val="005E269B"/>
    <w:rsid w:val="0060665E"/>
    <w:rsid w:val="0061660A"/>
    <w:rsid w:val="00620CC3"/>
    <w:rsid w:val="00623B1F"/>
    <w:rsid w:val="00632472"/>
    <w:rsid w:val="00643AC4"/>
    <w:rsid w:val="0064518F"/>
    <w:rsid w:val="006529BB"/>
    <w:rsid w:val="00662316"/>
    <w:rsid w:val="006661AF"/>
    <w:rsid w:val="00666EE0"/>
    <w:rsid w:val="00670051"/>
    <w:rsid w:val="00695B5E"/>
    <w:rsid w:val="00696924"/>
    <w:rsid w:val="006A5040"/>
    <w:rsid w:val="006B6B2C"/>
    <w:rsid w:val="006B79B9"/>
    <w:rsid w:val="006C3061"/>
    <w:rsid w:val="006C514E"/>
    <w:rsid w:val="006C632E"/>
    <w:rsid w:val="006E5159"/>
    <w:rsid w:val="006F098A"/>
    <w:rsid w:val="00706E6E"/>
    <w:rsid w:val="0071191E"/>
    <w:rsid w:val="00712E6C"/>
    <w:rsid w:val="00715F3A"/>
    <w:rsid w:val="007209E0"/>
    <w:rsid w:val="007269B4"/>
    <w:rsid w:val="00731F9B"/>
    <w:rsid w:val="0074002A"/>
    <w:rsid w:val="007418B8"/>
    <w:rsid w:val="00753B74"/>
    <w:rsid w:val="00754551"/>
    <w:rsid w:val="0075795D"/>
    <w:rsid w:val="007605D8"/>
    <w:rsid w:val="00761AE4"/>
    <w:rsid w:val="00767B73"/>
    <w:rsid w:val="00776028"/>
    <w:rsid w:val="007800CC"/>
    <w:rsid w:val="007A69A6"/>
    <w:rsid w:val="007B43EE"/>
    <w:rsid w:val="007C0BD5"/>
    <w:rsid w:val="007C2736"/>
    <w:rsid w:val="007C403D"/>
    <w:rsid w:val="007D12FD"/>
    <w:rsid w:val="007F5827"/>
    <w:rsid w:val="008023D6"/>
    <w:rsid w:val="00807D9B"/>
    <w:rsid w:val="00817E49"/>
    <w:rsid w:val="008275D5"/>
    <w:rsid w:val="00851382"/>
    <w:rsid w:val="00853563"/>
    <w:rsid w:val="00855F66"/>
    <w:rsid w:val="00857102"/>
    <w:rsid w:val="00862DBC"/>
    <w:rsid w:val="0088290B"/>
    <w:rsid w:val="008B78B9"/>
    <w:rsid w:val="008C0EAE"/>
    <w:rsid w:val="008C26CE"/>
    <w:rsid w:val="008E06AE"/>
    <w:rsid w:val="008E7688"/>
    <w:rsid w:val="008F06E9"/>
    <w:rsid w:val="00907D45"/>
    <w:rsid w:val="0091244C"/>
    <w:rsid w:val="00912451"/>
    <w:rsid w:val="00915950"/>
    <w:rsid w:val="009164A5"/>
    <w:rsid w:val="0092458F"/>
    <w:rsid w:val="00936CF8"/>
    <w:rsid w:val="009465F7"/>
    <w:rsid w:val="00953C87"/>
    <w:rsid w:val="0095716B"/>
    <w:rsid w:val="00976131"/>
    <w:rsid w:val="00980BA3"/>
    <w:rsid w:val="009A1315"/>
    <w:rsid w:val="009A760C"/>
    <w:rsid w:val="009B26BC"/>
    <w:rsid w:val="009B346A"/>
    <w:rsid w:val="009C660A"/>
    <w:rsid w:val="009C6BB3"/>
    <w:rsid w:val="009C6F66"/>
    <w:rsid w:val="009D6377"/>
    <w:rsid w:val="009D79CD"/>
    <w:rsid w:val="009E0680"/>
    <w:rsid w:val="009E293A"/>
    <w:rsid w:val="009E4369"/>
    <w:rsid w:val="009E6436"/>
    <w:rsid w:val="009F2FBF"/>
    <w:rsid w:val="009F711B"/>
    <w:rsid w:val="009F7445"/>
    <w:rsid w:val="00A12634"/>
    <w:rsid w:val="00A13CBF"/>
    <w:rsid w:val="00A2223E"/>
    <w:rsid w:val="00A27FF5"/>
    <w:rsid w:val="00A31BC8"/>
    <w:rsid w:val="00A40D00"/>
    <w:rsid w:val="00A53197"/>
    <w:rsid w:val="00A56D0F"/>
    <w:rsid w:val="00A769F6"/>
    <w:rsid w:val="00A86CF7"/>
    <w:rsid w:val="00AA0B38"/>
    <w:rsid w:val="00AC3124"/>
    <w:rsid w:val="00AC4BE0"/>
    <w:rsid w:val="00AD6CC4"/>
    <w:rsid w:val="00AD74D7"/>
    <w:rsid w:val="00AE1D5D"/>
    <w:rsid w:val="00AE4990"/>
    <w:rsid w:val="00AF0DE7"/>
    <w:rsid w:val="00AF644F"/>
    <w:rsid w:val="00AF66B2"/>
    <w:rsid w:val="00AF681B"/>
    <w:rsid w:val="00B04D7A"/>
    <w:rsid w:val="00B05D01"/>
    <w:rsid w:val="00B10C21"/>
    <w:rsid w:val="00B15233"/>
    <w:rsid w:val="00B5489B"/>
    <w:rsid w:val="00B60922"/>
    <w:rsid w:val="00B65586"/>
    <w:rsid w:val="00B7046F"/>
    <w:rsid w:val="00B71552"/>
    <w:rsid w:val="00B7289C"/>
    <w:rsid w:val="00B80DE6"/>
    <w:rsid w:val="00B94784"/>
    <w:rsid w:val="00B96119"/>
    <w:rsid w:val="00B97179"/>
    <w:rsid w:val="00BB1052"/>
    <w:rsid w:val="00BC7186"/>
    <w:rsid w:val="00BD3175"/>
    <w:rsid w:val="00BD3A69"/>
    <w:rsid w:val="00BE157D"/>
    <w:rsid w:val="00BE4473"/>
    <w:rsid w:val="00C05C7A"/>
    <w:rsid w:val="00C10DE7"/>
    <w:rsid w:val="00C46F48"/>
    <w:rsid w:val="00C502A1"/>
    <w:rsid w:val="00C53029"/>
    <w:rsid w:val="00C577A1"/>
    <w:rsid w:val="00C81A39"/>
    <w:rsid w:val="00C82AD1"/>
    <w:rsid w:val="00C916A3"/>
    <w:rsid w:val="00C978D1"/>
    <w:rsid w:val="00CB085A"/>
    <w:rsid w:val="00CB171B"/>
    <w:rsid w:val="00CB35F7"/>
    <w:rsid w:val="00CC6C98"/>
    <w:rsid w:val="00CE7A19"/>
    <w:rsid w:val="00D01958"/>
    <w:rsid w:val="00D03102"/>
    <w:rsid w:val="00D03BC6"/>
    <w:rsid w:val="00D22014"/>
    <w:rsid w:val="00D327D0"/>
    <w:rsid w:val="00D344D3"/>
    <w:rsid w:val="00D368D4"/>
    <w:rsid w:val="00D459E2"/>
    <w:rsid w:val="00D77FEF"/>
    <w:rsid w:val="00D9180A"/>
    <w:rsid w:val="00D94812"/>
    <w:rsid w:val="00D96085"/>
    <w:rsid w:val="00DA0B49"/>
    <w:rsid w:val="00DA7926"/>
    <w:rsid w:val="00DB1E37"/>
    <w:rsid w:val="00DC4EE1"/>
    <w:rsid w:val="00DD113C"/>
    <w:rsid w:val="00DD7B14"/>
    <w:rsid w:val="00DF270C"/>
    <w:rsid w:val="00E0787B"/>
    <w:rsid w:val="00E1542E"/>
    <w:rsid w:val="00E278D4"/>
    <w:rsid w:val="00E32BBC"/>
    <w:rsid w:val="00E45B37"/>
    <w:rsid w:val="00E615D2"/>
    <w:rsid w:val="00E63548"/>
    <w:rsid w:val="00E66501"/>
    <w:rsid w:val="00E753B1"/>
    <w:rsid w:val="00E8080E"/>
    <w:rsid w:val="00E84D23"/>
    <w:rsid w:val="00E9188B"/>
    <w:rsid w:val="00E94B22"/>
    <w:rsid w:val="00E97108"/>
    <w:rsid w:val="00EA0A48"/>
    <w:rsid w:val="00EA2ACB"/>
    <w:rsid w:val="00ED4A49"/>
    <w:rsid w:val="00ED5174"/>
    <w:rsid w:val="00ED5F83"/>
    <w:rsid w:val="00EE30B5"/>
    <w:rsid w:val="00EE3E23"/>
    <w:rsid w:val="00EF6CD7"/>
    <w:rsid w:val="00F01554"/>
    <w:rsid w:val="00F12E7F"/>
    <w:rsid w:val="00F1579D"/>
    <w:rsid w:val="00F167CD"/>
    <w:rsid w:val="00F2019C"/>
    <w:rsid w:val="00F374A6"/>
    <w:rsid w:val="00F664CD"/>
    <w:rsid w:val="00F82CFE"/>
    <w:rsid w:val="00F958F6"/>
    <w:rsid w:val="00F97AE0"/>
    <w:rsid w:val="00FA1C80"/>
    <w:rsid w:val="00FA28FA"/>
    <w:rsid w:val="00FC58FD"/>
    <w:rsid w:val="00FD2955"/>
    <w:rsid w:val="00FD5429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4F17551"/>
  <w15:chartTrackingRefBased/>
  <w15:docId w15:val="{0F8C37D3-88A3-485D-B5BA-85A3D9EF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76314"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paragraph" w:styleId="ListParagraph">
    <w:name w:val="List Paragraph"/>
    <w:aliases w:val="Akapit z listą BS,Outlines a.b.c.,List_Paragraph,Multilevel para_II,Akapit z lista BS,Normal bullet 2,List1"/>
    <w:basedOn w:val="Normal"/>
    <w:uiPriority w:val="34"/>
    <w:qFormat/>
    <w:rsid w:val="00224075"/>
    <w:pPr>
      <w:ind w:left="720"/>
    </w:pPr>
  </w:style>
  <w:style w:type="paragraph" w:customStyle="1" w:styleId="Default">
    <w:name w:val="Default"/>
    <w:rsid w:val="006529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oj-normal">
    <w:name w:val="oj-normal"/>
    <w:basedOn w:val="Normal"/>
    <w:rsid w:val="00DA0B49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oj-italic">
    <w:name w:val="oj-italic"/>
    <w:rsid w:val="00DA0B49"/>
  </w:style>
  <w:style w:type="character" w:customStyle="1" w:styleId="oj-super">
    <w:name w:val="oj-super"/>
    <w:rsid w:val="00DA0B49"/>
  </w:style>
  <w:style w:type="character" w:customStyle="1" w:styleId="Heading2Char">
    <w:name w:val="Heading 2 Char"/>
    <w:link w:val="Heading2"/>
    <w:uiPriority w:val="9"/>
    <w:rsid w:val="007C0BD5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4Char">
    <w:name w:val="Heading 4 Char"/>
    <w:link w:val="Heading4"/>
    <w:uiPriority w:val="9"/>
    <w:rsid w:val="0000422F"/>
    <w:rPr>
      <w:rFonts w:ascii="Arial Narrow" w:hAnsi="Arial Narrow"/>
      <w:b/>
      <w:bCs/>
      <w:sz w:val="28"/>
      <w:szCs w:val="28"/>
      <w:lang w:val="ro-RO" w:eastAsia="de-DE"/>
    </w:rPr>
  </w:style>
  <w:style w:type="table" w:styleId="TableGrid">
    <w:name w:val="Table Grid"/>
    <w:basedOn w:val="TableNormal"/>
    <w:rsid w:val="00DC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5B466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4667"/>
    <w:rPr>
      <w:sz w:val="20"/>
      <w:szCs w:val="20"/>
    </w:rPr>
  </w:style>
  <w:style w:type="character" w:customStyle="1" w:styleId="CommentTextChar">
    <w:name w:val="Comment Text Char"/>
    <w:link w:val="CommentText"/>
    <w:rsid w:val="005B4667"/>
    <w:rPr>
      <w:rFonts w:ascii="Arial Narrow" w:hAnsi="Arial Narrow"/>
      <w:lang w:val="ro-RO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5B4667"/>
    <w:rPr>
      <w:b/>
      <w:bCs/>
    </w:rPr>
  </w:style>
  <w:style w:type="character" w:customStyle="1" w:styleId="CommentSubjectChar">
    <w:name w:val="Comment Subject Char"/>
    <w:link w:val="CommentSubject"/>
    <w:rsid w:val="005B4667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office@adrcentru.ro" TargetMode="External"/><Relationship Id="rId1" Type="http://schemas.openxmlformats.org/officeDocument/2006/relationships/hyperlink" Target="mailto:office@adrcentru.ro" TargetMode="External"/><Relationship Id="rId6" Type="http://schemas.openxmlformats.org/officeDocument/2006/relationships/image" Target="media/image7.jpeg"/><Relationship Id="rId5" Type="http://schemas.openxmlformats.org/officeDocument/2006/relationships/image" Target="media/image3.jpeg"/><Relationship Id="rId4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B18EE-E3DC-4E6F-9115-A8A4BCB4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24</TotalTime>
  <Pages>1</Pages>
  <Words>851</Words>
  <Characters>4937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5777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11</cp:revision>
  <cp:lastPrinted>2022-03-29T08:07:00Z</cp:lastPrinted>
  <dcterms:created xsi:type="dcterms:W3CDTF">2023-08-29T09:49:00Z</dcterms:created>
  <dcterms:modified xsi:type="dcterms:W3CDTF">2023-10-02T11:34:00Z</dcterms:modified>
</cp:coreProperties>
</file>